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6"/>
        <w:gridCol w:w="1744"/>
        <w:gridCol w:w="1744"/>
        <w:gridCol w:w="1747"/>
        <w:gridCol w:w="1744"/>
        <w:gridCol w:w="1744"/>
      </w:tblGrid>
      <w:tr w:rsidR="00C950CE" w:rsidTr="00DB2E86">
        <w:trPr>
          <w:trHeight w:val="720"/>
        </w:trPr>
        <w:tc>
          <w:tcPr>
            <w:tcW w:w="2016" w:type="dxa"/>
            <w:tcBorders>
              <w:bottom w:val="single" w:sz="4" w:space="0" w:color="auto"/>
            </w:tcBorders>
          </w:tcPr>
          <w:p w:rsidR="007913EF" w:rsidRPr="00C950CE" w:rsidRDefault="007913EF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7913EF" w:rsidRPr="004762D1" w:rsidRDefault="007913EF" w:rsidP="007913EF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Monday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7913EF" w:rsidRPr="004762D1" w:rsidRDefault="007913EF" w:rsidP="007913EF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Tuesday</w:t>
            </w:r>
          </w:p>
        </w:tc>
        <w:tc>
          <w:tcPr>
            <w:tcW w:w="1747" w:type="dxa"/>
            <w:tcBorders>
              <w:bottom w:val="single" w:sz="4" w:space="0" w:color="auto"/>
            </w:tcBorders>
            <w:vAlign w:val="center"/>
          </w:tcPr>
          <w:p w:rsidR="007913EF" w:rsidRPr="004762D1" w:rsidRDefault="007913EF" w:rsidP="007913EF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Wednesday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7913EF" w:rsidRPr="004762D1" w:rsidRDefault="007913EF" w:rsidP="007913EF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Thursday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:rsidR="007913EF" w:rsidRPr="004762D1" w:rsidRDefault="007913EF" w:rsidP="007913EF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Friday</w:t>
            </w:r>
          </w:p>
        </w:tc>
      </w:tr>
      <w:tr w:rsidR="00FA7D98" w:rsidTr="00DB2E86">
        <w:trPr>
          <w:trHeight w:val="1152"/>
        </w:trPr>
        <w:tc>
          <w:tcPr>
            <w:tcW w:w="2016" w:type="dxa"/>
            <w:vAlign w:val="center"/>
          </w:tcPr>
          <w:p w:rsidR="00FA7D98" w:rsidRPr="00C950CE" w:rsidRDefault="00FA7D98" w:rsidP="00721688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8:30 – 9:</w:t>
            </w:r>
            <w:r>
              <w:rPr>
                <w:sz w:val="28"/>
                <w:szCs w:val="28"/>
              </w:rPr>
              <w:t>25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FFFF6D"/>
            <w:vAlign w:val="center"/>
          </w:tcPr>
          <w:p w:rsidR="00FA7D98" w:rsidRDefault="00FA7D9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Reading</w:t>
            </w:r>
          </w:p>
          <w:p w:rsidR="00FA7D98" w:rsidRDefault="00FA7D9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Workshop</w:t>
            </w:r>
          </w:p>
          <w:p w:rsidR="004F4AC4" w:rsidRPr="004762D1" w:rsidRDefault="004F4AC4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(8:45-9:45)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FFFF6D"/>
            <w:vAlign w:val="center"/>
          </w:tcPr>
          <w:p w:rsidR="00FA7D98" w:rsidRDefault="00FA7D98" w:rsidP="0072168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Reading</w:t>
            </w:r>
          </w:p>
          <w:p w:rsidR="00FA7D98" w:rsidRDefault="00FA7D98" w:rsidP="0072168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Workshop</w:t>
            </w:r>
          </w:p>
          <w:p w:rsidR="004F4AC4" w:rsidRPr="004762D1" w:rsidRDefault="004F4AC4" w:rsidP="0072168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(8:45-9:45)</w:t>
            </w:r>
          </w:p>
        </w:tc>
        <w:tc>
          <w:tcPr>
            <w:tcW w:w="1747" w:type="dxa"/>
            <w:tcBorders>
              <w:bottom w:val="single" w:sz="4" w:space="0" w:color="auto"/>
            </w:tcBorders>
            <w:vAlign w:val="center"/>
          </w:tcPr>
          <w:p w:rsidR="00FA7D98" w:rsidRPr="004762D1" w:rsidRDefault="00FA7D98" w:rsidP="00FA7D98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Late Start</w:t>
            </w:r>
          </w:p>
          <w:p w:rsidR="00FA7D98" w:rsidRPr="004762D1" w:rsidRDefault="00FA7D98" w:rsidP="004762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FFFF6D"/>
            <w:vAlign w:val="center"/>
          </w:tcPr>
          <w:p w:rsidR="00FA7D98" w:rsidRDefault="00FA7D98" w:rsidP="0072168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Reading</w:t>
            </w:r>
          </w:p>
          <w:p w:rsidR="00FA7D98" w:rsidRDefault="00FA7D98" w:rsidP="0072168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Workshop</w:t>
            </w:r>
          </w:p>
          <w:p w:rsidR="004F4AC4" w:rsidRPr="004762D1" w:rsidRDefault="004F4AC4" w:rsidP="0072168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(8:45-9:25)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FFFF6D"/>
            <w:vAlign w:val="center"/>
          </w:tcPr>
          <w:p w:rsidR="00FA7D98" w:rsidRDefault="00FA7D98" w:rsidP="0072168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Reading</w:t>
            </w:r>
          </w:p>
          <w:p w:rsidR="00FA7D98" w:rsidRDefault="00FA7D98" w:rsidP="0072168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Workshop</w:t>
            </w:r>
          </w:p>
          <w:p w:rsidR="004F4AC4" w:rsidRPr="004762D1" w:rsidRDefault="004F4AC4" w:rsidP="004F4AC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(8:45- 9:25)</w:t>
            </w:r>
          </w:p>
        </w:tc>
      </w:tr>
      <w:tr w:rsidR="00FA7D98" w:rsidTr="00DB2E86">
        <w:trPr>
          <w:trHeight w:val="1056"/>
        </w:trPr>
        <w:tc>
          <w:tcPr>
            <w:tcW w:w="2016" w:type="dxa"/>
            <w:tcBorders>
              <w:bottom w:val="single" w:sz="4" w:space="0" w:color="000000" w:themeColor="text1"/>
            </w:tcBorders>
            <w:vAlign w:val="center"/>
          </w:tcPr>
          <w:p w:rsidR="00FA7D98" w:rsidRPr="00C950CE" w:rsidRDefault="00FA7D98" w:rsidP="00476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9:30 – 10:15</w:t>
            </w:r>
          </w:p>
        </w:tc>
        <w:tc>
          <w:tcPr>
            <w:tcW w:w="1744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6D"/>
            <w:vAlign w:val="center"/>
          </w:tcPr>
          <w:p w:rsidR="00FA7D98" w:rsidRPr="004762D1" w:rsidRDefault="00FA7D9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Writing Workshop</w:t>
            </w:r>
          </w:p>
        </w:tc>
        <w:tc>
          <w:tcPr>
            <w:tcW w:w="1744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6D"/>
            <w:vAlign w:val="center"/>
          </w:tcPr>
          <w:p w:rsidR="00FA7D98" w:rsidRPr="004762D1" w:rsidRDefault="00FA7D98" w:rsidP="007216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Writing Workshop</w:t>
            </w:r>
          </w:p>
        </w:tc>
        <w:tc>
          <w:tcPr>
            <w:tcW w:w="1747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FA7D98" w:rsidRPr="004762D1" w:rsidRDefault="00FA7D98" w:rsidP="00FA7D9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WL</w:t>
            </w:r>
          </w:p>
        </w:tc>
        <w:tc>
          <w:tcPr>
            <w:tcW w:w="1744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FA7D98" w:rsidRPr="004762D1" w:rsidRDefault="00FA7D9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WL</w:t>
            </w:r>
          </w:p>
        </w:tc>
        <w:tc>
          <w:tcPr>
            <w:tcW w:w="1744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FA7D98" w:rsidRPr="004762D1" w:rsidRDefault="00FA7D9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WL</w:t>
            </w:r>
          </w:p>
        </w:tc>
      </w:tr>
      <w:tr w:rsidR="00260C83" w:rsidTr="00DB2E86">
        <w:trPr>
          <w:trHeight w:val="560"/>
        </w:trPr>
        <w:tc>
          <w:tcPr>
            <w:tcW w:w="2016" w:type="dxa"/>
            <w:vAlign w:val="center"/>
          </w:tcPr>
          <w:p w:rsidR="007913EF" w:rsidRPr="00C950CE" w:rsidRDefault="00721688" w:rsidP="00476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10:2</w:t>
            </w:r>
            <w:r w:rsidR="007913EF" w:rsidRPr="00C950CE">
              <w:rPr>
                <w:sz w:val="28"/>
                <w:szCs w:val="28"/>
              </w:rPr>
              <w:t>0 – 10:45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C4E59F"/>
            <w:vAlign w:val="center"/>
          </w:tcPr>
          <w:p w:rsidR="007913EF" w:rsidRPr="004762D1" w:rsidRDefault="0072168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Snack/Read Aloud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C4E59F"/>
            <w:vAlign w:val="center"/>
          </w:tcPr>
          <w:p w:rsidR="007913EF" w:rsidRPr="004762D1" w:rsidRDefault="0072168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Snack/Read Aloud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C4E59F"/>
            <w:vAlign w:val="center"/>
          </w:tcPr>
          <w:p w:rsidR="007913EF" w:rsidRPr="004762D1" w:rsidRDefault="0072168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Snack/Read Aloud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C4E59F"/>
            <w:vAlign w:val="center"/>
          </w:tcPr>
          <w:p w:rsidR="007913EF" w:rsidRPr="004762D1" w:rsidRDefault="0072168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Snack/Read Aloud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C4E59F"/>
            <w:vAlign w:val="center"/>
          </w:tcPr>
          <w:p w:rsidR="007913EF" w:rsidRPr="004762D1" w:rsidRDefault="0072168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Snack/Read Aloud</w:t>
            </w:r>
          </w:p>
        </w:tc>
      </w:tr>
      <w:tr w:rsidR="00260C83" w:rsidTr="00DB2E86">
        <w:trPr>
          <w:trHeight w:val="707"/>
        </w:trPr>
        <w:tc>
          <w:tcPr>
            <w:tcW w:w="2016" w:type="dxa"/>
            <w:vAlign w:val="center"/>
          </w:tcPr>
          <w:p w:rsidR="004762D1" w:rsidRPr="00C950CE" w:rsidRDefault="00721688" w:rsidP="00476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10:45 – 11:05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A.M. Recess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A.M. Recess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A.M. Recess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A.M. Recess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A.M. Recess</w:t>
            </w:r>
          </w:p>
        </w:tc>
      </w:tr>
      <w:tr w:rsidR="00260C83" w:rsidTr="00DB2E86">
        <w:trPr>
          <w:trHeight w:val="1283"/>
        </w:trPr>
        <w:tc>
          <w:tcPr>
            <w:tcW w:w="2016" w:type="dxa"/>
            <w:vAlign w:val="center"/>
          </w:tcPr>
          <w:p w:rsidR="004762D1" w:rsidRPr="00C950CE" w:rsidRDefault="004762D1" w:rsidP="00721688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11:10 – 11:</w:t>
            </w:r>
            <w:r w:rsidR="00721688">
              <w:rPr>
                <w:sz w:val="28"/>
                <w:szCs w:val="28"/>
              </w:rPr>
              <w:t>55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DB69"/>
            <w:vAlign w:val="center"/>
          </w:tcPr>
          <w:p w:rsidR="004762D1" w:rsidRPr="004762D1" w:rsidRDefault="000F7BDC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Math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DB69"/>
            <w:vAlign w:val="center"/>
          </w:tcPr>
          <w:p w:rsidR="004762D1" w:rsidRPr="004762D1" w:rsidRDefault="000F7BDC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Math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FCC8F5"/>
            <w:vAlign w:val="center"/>
          </w:tcPr>
          <w:p w:rsidR="004762D1" w:rsidRPr="004762D1" w:rsidRDefault="0072168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FF6D"/>
            <w:vAlign w:val="center"/>
          </w:tcPr>
          <w:p w:rsidR="004762D1" w:rsidRPr="004762D1" w:rsidRDefault="00FA7D9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Writing Workshop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FF6D"/>
            <w:vAlign w:val="center"/>
          </w:tcPr>
          <w:p w:rsidR="004762D1" w:rsidRPr="004762D1" w:rsidRDefault="00FA7D9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Writing Workshop</w:t>
            </w:r>
          </w:p>
        </w:tc>
      </w:tr>
      <w:tr w:rsidR="00260C83" w:rsidTr="00DB2E86">
        <w:trPr>
          <w:trHeight w:val="1152"/>
        </w:trPr>
        <w:tc>
          <w:tcPr>
            <w:tcW w:w="2016" w:type="dxa"/>
            <w:vAlign w:val="center"/>
          </w:tcPr>
          <w:p w:rsidR="004762D1" w:rsidRDefault="000F7BDC" w:rsidP="00476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12:00 – 12:45</w:t>
            </w:r>
          </w:p>
          <w:p w:rsidR="000F7BDC" w:rsidRPr="00C950CE" w:rsidRDefault="000F7BDC" w:rsidP="004762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CC8F5"/>
            <w:vAlign w:val="center"/>
          </w:tcPr>
          <w:p w:rsidR="004762D1" w:rsidRPr="004762D1" w:rsidRDefault="000F7BDC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B2A1C7" w:themeFill="accent4" w:themeFillTint="99"/>
            <w:vAlign w:val="center"/>
          </w:tcPr>
          <w:p w:rsidR="004762D1" w:rsidRPr="004762D1" w:rsidRDefault="004F4AC4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 of I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FFFF6D"/>
            <w:vAlign w:val="center"/>
          </w:tcPr>
          <w:p w:rsidR="004762D1" w:rsidRPr="004762D1" w:rsidRDefault="00060C7D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Literacy Block</w:t>
            </w:r>
            <w:bookmarkStart w:id="0" w:name="_GoBack"/>
            <w:bookmarkEnd w:id="0"/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DB69"/>
            <w:vAlign w:val="center"/>
          </w:tcPr>
          <w:p w:rsidR="004762D1" w:rsidRPr="004762D1" w:rsidRDefault="00FA7D9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Math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DB69"/>
            <w:vAlign w:val="center"/>
          </w:tcPr>
          <w:p w:rsidR="004762D1" w:rsidRPr="004762D1" w:rsidRDefault="00FA7D9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Math</w:t>
            </w:r>
          </w:p>
        </w:tc>
      </w:tr>
      <w:tr w:rsidR="00260C83" w:rsidTr="00DB2E86">
        <w:trPr>
          <w:trHeight w:val="761"/>
        </w:trPr>
        <w:tc>
          <w:tcPr>
            <w:tcW w:w="2016" w:type="dxa"/>
            <w:tcBorders>
              <w:bottom w:val="single" w:sz="4" w:space="0" w:color="auto"/>
            </w:tcBorders>
            <w:vAlign w:val="center"/>
          </w:tcPr>
          <w:p w:rsidR="004762D1" w:rsidRPr="00C950CE" w:rsidRDefault="004762D1" w:rsidP="000F7BDC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12:</w:t>
            </w:r>
            <w:r w:rsidR="000F7BDC">
              <w:rPr>
                <w:sz w:val="28"/>
                <w:szCs w:val="28"/>
              </w:rPr>
              <w:t>50</w:t>
            </w:r>
            <w:r w:rsidRPr="00C950CE">
              <w:rPr>
                <w:sz w:val="28"/>
                <w:szCs w:val="28"/>
              </w:rPr>
              <w:t xml:space="preserve"> – 13:30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762D1" w:rsidRPr="004762D1" w:rsidRDefault="000F7BDC" w:rsidP="000F7BD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Lunch/PM Recess</w:t>
            </w:r>
            <w:r w:rsidR="004762D1" w:rsidRPr="004762D1">
              <w:rPr>
                <w:sz w:val="32"/>
                <w:szCs w:val="32"/>
              </w:rPr>
              <w:t xml:space="preserve"> 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762D1" w:rsidRPr="004762D1" w:rsidRDefault="000F7BDC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Lunch/PM Recess</w:t>
            </w:r>
          </w:p>
        </w:tc>
        <w:tc>
          <w:tcPr>
            <w:tcW w:w="174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762D1" w:rsidRPr="004762D1" w:rsidRDefault="000F7BDC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Lunch/PM Recess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762D1" w:rsidRPr="004762D1" w:rsidRDefault="000F7BDC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Lunch/PM Recess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762D1" w:rsidRPr="004762D1" w:rsidRDefault="000F7BDC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Lunch/PM Recess</w:t>
            </w:r>
          </w:p>
        </w:tc>
      </w:tr>
      <w:tr w:rsidR="00DB2E86" w:rsidTr="00DB2E86">
        <w:trPr>
          <w:trHeight w:val="391"/>
        </w:trPr>
        <w:tc>
          <w:tcPr>
            <w:tcW w:w="2016" w:type="dxa"/>
            <w:vAlign w:val="center"/>
          </w:tcPr>
          <w:p w:rsidR="00DB2E86" w:rsidRPr="00C950CE" w:rsidRDefault="00DB2E86" w:rsidP="000F7B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13:30- 13:40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FFFF5B"/>
            <w:vAlign w:val="center"/>
          </w:tcPr>
          <w:p w:rsidR="00DB2E86" w:rsidRPr="004762D1" w:rsidRDefault="00DB2E86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DEAR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FFFF5B"/>
            <w:vAlign w:val="center"/>
          </w:tcPr>
          <w:p w:rsidR="00DB2E86" w:rsidRDefault="00DB2E86" w:rsidP="004F4A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DEAR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FFFF99"/>
            <w:vAlign w:val="center"/>
          </w:tcPr>
          <w:p w:rsidR="00DB2E86" w:rsidRDefault="00DB2E86" w:rsidP="00081B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DEAR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FFFF5B"/>
            <w:vAlign w:val="center"/>
          </w:tcPr>
          <w:p w:rsidR="00DB2E86" w:rsidRDefault="00DB2E86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DEAR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FFFF5B"/>
            <w:vAlign w:val="center"/>
          </w:tcPr>
          <w:p w:rsidR="00DB2E86" w:rsidRDefault="00DB2E86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DEAR</w:t>
            </w:r>
          </w:p>
        </w:tc>
      </w:tr>
      <w:tr w:rsidR="00FA7D98" w:rsidTr="00DB2E86">
        <w:trPr>
          <w:trHeight w:val="1152"/>
        </w:trPr>
        <w:tc>
          <w:tcPr>
            <w:tcW w:w="2016" w:type="dxa"/>
            <w:vAlign w:val="center"/>
          </w:tcPr>
          <w:p w:rsidR="00FA7D98" w:rsidRPr="00C950CE" w:rsidRDefault="00FA7D98" w:rsidP="000F7BDC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13:</w:t>
            </w:r>
            <w:r>
              <w:rPr>
                <w:sz w:val="28"/>
                <w:szCs w:val="28"/>
              </w:rPr>
              <w:t>40</w:t>
            </w:r>
            <w:r w:rsidRPr="00C950CE">
              <w:rPr>
                <w:sz w:val="28"/>
                <w:szCs w:val="28"/>
              </w:rPr>
              <w:t xml:space="preserve"> – 14:</w:t>
            </w:r>
            <w:r>
              <w:rPr>
                <w:sz w:val="28"/>
                <w:szCs w:val="28"/>
              </w:rPr>
              <w:t>25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FA7D98" w:rsidRPr="004762D1" w:rsidRDefault="00DB2E86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Library (1:40 – 2:25)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FA7D98" w:rsidRPr="004762D1" w:rsidRDefault="00AF621A" w:rsidP="004F4AC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WL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FFDB69"/>
            <w:vAlign w:val="center"/>
          </w:tcPr>
          <w:p w:rsidR="00FA7D98" w:rsidRPr="004762D1" w:rsidRDefault="00FA7D98" w:rsidP="00081B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Math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FA7D98" w:rsidRPr="004762D1" w:rsidRDefault="004F4AC4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 of I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2E86" w:rsidRDefault="00FA7D98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Assembly</w:t>
            </w:r>
            <w:r w:rsidR="00DB2E86">
              <w:rPr>
                <w:sz w:val="32"/>
                <w:szCs w:val="32"/>
              </w:rPr>
              <w:t>/</w:t>
            </w:r>
          </w:p>
          <w:p w:rsidR="00FA7D98" w:rsidRPr="004762D1" w:rsidRDefault="00DB2E86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Friday Afternoon Special</w:t>
            </w:r>
          </w:p>
        </w:tc>
      </w:tr>
      <w:tr w:rsidR="00FA7D98" w:rsidTr="00DB2E86">
        <w:trPr>
          <w:trHeight w:val="1167"/>
        </w:trPr>
        <w:tc>
          <w:tcPr>
            <w:tcW w:w="2016" w:type="dxa"/>
            <w:vAlign w:val="center"/>
          </w:tcPr>
          <w:p w:rsidR="00FA7D98" w:rsidRPr="00C950CE" w:rsidRDefault="00FA7D98" w:rsidP="00AF621A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14:</w:t>
            </w:r>
            <w:r w:rsidR="00AF621A">
              <w:rPr>
                <w:sz w:val="28"/>
                <w:szCs w:val="28"/>
              </w:rPr>
              <w:t>30 – 15:15</w:t>
            </w:r>
          </w:p>
        </w:tc>
        <w:tc>
          <w:tcPr>
            <w:tcW w:w="1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FA7D98" w:rsidRPr="004762D1" w:rsidRDefault="00AF621A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 of I</w:t>
            </w:r>
          </w:p>
        </w:tc>
        <w:tc>
          <w:tcPr>
            <w:tcW w:w="1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A7D98" w:rsidRPr="004762D1" w:rsidRDefault="00AF621A" w:rsidP="00AF621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MUSIC</w:t>
            </w:r>
          </w:p>
        </w:tc>
        <w:tc>
          <w:tcPr>
            <w:tcW w:w="1747" w:type="dxa"/>
            <w:shd w:val="clear" w:color="auto" w:fill="B2A1C7" w:themeFill="accent4" w:themeFillTint="99"/>
            <w:vAlign w:val="center"/>
          </w:tcPr>
          <w:p w:rsidR="00FA7D98" w:rsidRPr="004762D1" w:rsidRDefault="00AF621A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 of I</w:t>
            </w:r>
          </w:p>
        </w:tc>
        <w:tc>
          <w:tcPr>
            <w:tcW w:w="1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FA7D98" w:rsidRDefault="00AF621A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ART</w:t>
            </w:r>
          </w:p>
          <w:p w:rsidR="00060C7D" w:rsidRPr="004762D1" w:rsidRDefault="00060C7D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2:50 – 3:30</w:t>
            </w:r>
          </w:p>
        </w:tc>
        <w:tc>
          <w:tcPr>
            <w:tcW w:w="1744" w:type="dxa"/>
            <w:tcBorders>
              <w:top w:val="single" w:sz="4" w:space="0" w:color="auto"/>
              <w:bottom w:val="single" w:sz="4" w:space="0" w:color="auto"/>
            </w:tcBorders>
            <w:shd w:val="clear" w:color="auto" w:fill="B2A1C7" w:themeFill="accent4" w:themeFillTint="99"/>
            <w:vAlign w:val="center"/>
          </w:tcPr>
          <w:p w:rsidR="00FA7D98" w:rsidRPr="004762D1" w:rsidRDefault="00AF621A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 of I</w:t>
            </w:r>
          </w:p>
        </w:tc>
      </w:tr>
      <w:tr w:rsidR="00AF621A" w:rsidTr="00DB2E86">
        <w:trPr>
          <w:trHeight w:val="495"/>
        </w:trPr>
        <w:tc>
          <w:tcPr>
            <w:tcW w:w="2016" w:type="dxa"/>
            <w:vAlign w:val="center"/>
          </w:tcPr>
          <w:p w:rsidR="00AF621A" w:rsidRPr="00C950CE" w:rsidRDefault="00AF621A" w:rsidP="00AF62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15:20 – 15:30</w:t>
            </w:r>
          </w:p>
        </w:tc>
        <w:tc>
          <w:tcPr>
            <w:tcW w:w="1744" w:type="dxa"/>
            <w:tcBorders>
              <w:top w:val="single" w:sz="4" w:space="0" w:color="auto"/>
            </w:tcBorders>
            <w:shd w:val="clear" w:color="auto" w:fill="C4E59F"/>
            <w:vAlign w:val="center"/>
          </w:tcPr>
          <w:p w:rsidR="00AF621A" w:rsidRDefault="00AF621A" w:rsidP="004762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44" w:type="dxa"/>
            <w:tcBorders>
              <w:top w:val="single" w:sz="4" w:space="0" w:color="auto"/>
            </w:tcBorders>
            <w:shd w:val="clear" w:color="auto" w:fill="C4E59F"/>
            <w:vAlign w:val="center"/>
          </w:tcPr>
          <w:p w:rsidR="00AF621A" w:rsidRDefault="00AF621A" w:rsidP="004762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47" w:type="dxa"/>
            <w:shd w:val="clear" w:color="auto" w:fill="C4E59F"/>
            <w:vAlign w:val="center"/>
          </w:tcPr>
          <w:p w:rsidR="00AF621A" w:rsidRDefault="00AF621A" w:rsidP="004762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44" w:type="dxa"/>
            <w:tcBorders>
              <w:top w:val="single" w:sz="4" w:space="0" w:color="auto"/>
            </w:tcBorders>
            <w:shd w:val="clear" w:color="auto" w:fill="C4E59F"/>
            <w:vAlign w:val="center"/>
          </w:tcPr>
          <w:p w:rsidR="00AF621A" w:rsidRDefault="00AF621A" w:rsidP="004762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44" w:type="dxa"/>
            <w:tcBorders>
              <w:top w:val="single" w:sz="4" w:space="0" w:color="auto"/>
            </w:tcBorders>
            <w:shd w:val="clear" w:color="auto" w:fill="C4E59F"/>
            <w:vAlign w:val="center"/>
          </w:tcPr>
          <w:p w:rsidR="00AF621A" w:rsidRDefault="00AF621A" w:rsidP="004762D1">
            <w:pPr>
              <w:jc w:val="center"/>
              <w:rPr>
                <w:sz w:val="32"/>
                <w:szCs w:val="32"/>
              </w:rPr>
            </w:pPr>
          </w:p>
        </w:tc>
      </w:tr>
    </w:tbl>
    <w:p w:rsidR="00CB4E26" w:rsidRDefault="00CB4E26"/>
    <w:sectPr w:rsidR="00CB4E26" w:rsidSect="00C950CE">
      <w:headerReference w:type="default" r:id="rId7"/>
      <w:pgSz w:w="12240" w:h="15840" w:code="1"/>
      <w:pgMar w:top="1296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C7D" w:rsidRDefault="00060C7D" w:rsidP="004762D1">
      <w:pPr>
        <w:spacing w:after="0" w:line="240" w:lineRule="auto"/>
      </w:pPr>
      <w:r>
        <w:separator/>
      </w:r>
    </w:p>
  </w:endnote>
  <w:endnote w:type="continuationSeparator" w:id="0">
    <w:p w:rsidR="00060C7D" w:rsidRDefault="00060C7D" w:rsidP="00476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C7D" w:rsidRDefault="00060C7D" w:rsidP="004762D1">
      <w:pPr>
        <w:spacing w:after="0" w:line="240" w:lineRule="auto"/>
      </w:pPr>
      <w:r>
        <w:separator/>
      </w:r>
    </w:p>
  </w:footnote>
  <w:footnote w:type="continuationSeparator" w:id="0">
    <w:p w:rsidR="00060C7D" w:rsidRDefault="00060C7D" w:rsidP="00476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C7D" w:rsidRPr="004762D1" w:rsidRDefault="00060C7D" w:rsidP="004762D1">
    <w:pPr>
      <w:pStyle w:val="Header"/>
      <w:jc w:val="center"/>
      <w:rPr>
        <w:rFonts w:ascii="Algerian" w:hAnsi="Algerian"/>
        <w:sz w:val="52"/>
        <w:szCs w:val="52"/>
      </w:rPr>
    </w:pPr>
    <w:r w:rsidRPr="004762D1">
      <w:rPr>
        <w:rFonts w:ascii="Algerian" w:hAnsi="Algerian"/>
        <w:sz w:val="52"/>
        <w:szCs w:val="52"/>
      </w:rPr>
      <w:t>Daily Schedule</w:t>
    </w:r>
  </w:p>
  <w:p w:rsidR="00060C7D" w:rsidRDefault="00060C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3EF"/>
    <w:rsid w:val="00060C7D"/>
    <w:rsid w:val="00081BBC"/>
    <w:rsid w:val="000827AF"/>
    <w:rsid w:val="000D2DA3"/>
    <w:rsid w:val="000F1A41"/>
    <w:rsid w:val="000F7BDC"/>
    <w:rsid w:val="00234A6D"/>
    <w:rsid w:val="00260C83"/>
    <w:rsid w:val="002D69E7"/>
    <w:rsid w:val="0045263A"/>
    <w:rsid w:val="004762D1"/>
    <w:rsid w:val="004F4AC4"/>
    <w:rsid w:val="00500248"/>
    <w:rsid w:val="005C33EC"/>
    <w:rsid w:val="00721688"/>
    <w:rsid w:val="00754C5C"/>
    <w:rsid w:val="007913EF"/>
    <w:rsid w:val="009B10F6"/>
    <w:rsid w:val="00A75DA7"/>
    <w:rsid w:val="00AF621A"/>
    <w:rsid w:val="00C8279F"/>
    <w:rsid w:val="00C950CE"/>
    <w:rsid w:val="00CB4E26"/>
    <w:rsid w:val="00DB2E86"/>
    <w:rsid w:val="00DC55F6"/>
    <w:rsid w:val="00E91FC5"/>
    <w:rsid w:val="00FA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13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76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D1"/>
  </w:style>
  <w:style w:type="paragraph" w:styleId="Footer">
    <w:name w:val="footer"/>
    <w:basedOn w:val="Normal"/>
    <w:link w:val="FooterChar"/>
    <w:uiPriority w:val="99"/>
    <w:semiHidden/>
    <w:unhideWhenUsed/>
    <w:rsid w:val="00476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62D1"/>
  </w:style>
  <w:style w:type="paragraph" w:styleId="BalloonText">
    <w:name w:val="Balloon Text"/>
    <w:basedOn w:val="Normal"/>
    <w:link w:val="BalloonTextChar"/>
    <w:uiPriority w:val="99"/>
    <w:semiHidden/>
    <w:unhideWhenUsed/>
    <w:rsid w:val="0047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2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13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76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D1"/>
  </w:style>
  <w:style w:type="paragraph" w:styleId="Footer">
    <w:name w:val="footer"/>
    <w:basedOn w:val="Normal"/>
    <w:link w:val="FooterChar"/>
    <w:uiPriority w:val="99"/>
    <w:semiHidden/>
    <w:unhideWhenUsed/>
    <w:rsid w:val="00476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62D1"/>
  </w:style>
  <w:style w:type="paragraph" w:styleId="BalloonText">
    <w:name w:val="Balloon Text"/>
    <w:basedOn w:val="Normal"/>
    <w:link w:val="BalloonTextChar"/>
    <w:uiPriority w:val="99"/>
    <w:semiHidden/>
    <w:unhideWhenUsed/>
    <w:rsid w:val="0047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2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6EED3580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 American School of Moscow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pollardm</dc:creator>
  <cp:lastModifiedBy>lewisb</cp:lastModifiedBy>
  <cp:revision>2</cp:revision>
  <cp:lastPrinted>2010-08-27T10:08:00Z</cp:lastPrinted>
  <dcterms:created xsi:type="dcterms:W3CDTF">2011-08-20T08:46:00Z</dcterms:created>
  <dcterms:modified xsi:type="dcterms:W3CDTF">2011-08-20T08:46:00Z</dcterms:modified>
</cp:coreProperties>
</file>